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E12" w:rsidRDefault="00E53E12" w:rsidP="003802D1">
      <w:pPr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E53E12" w:rsidRPr="000B1C87" w:rsidRDefault="00E53E12" w:rsidP="00E7608B">
      <w:pPr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Проекту постановления «О внесении изменений в постановление Администрации Шегарского района от 02.03.2016г № 126 «Об утверждении положений о предоставлении субсидий сельскохозяйственным товаропроизводителям из бюджета муниципального образования «Шегарский район»</w:t>
      </w:r>
      <w:r w:rsidRPr="003802D1">
        <w:rPr>
          <w:rFonts w:ascii="Times New Roman" w:hAnsi="Times New Roman" w:cs="Times New Roman"/>
          <w:sz w:val="24"/>
          <w:szCs w:val="24"/>
        </w:rPr>
        <w:t>»</w:t>
      </w:r>
    </w:p>
    <w:p w:rsidR="00E53E12" w:rsidRPr="000B1C87" w:rsidRDefault="00E53E12" w:rsidP="000B1C87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E53E12" w:rsidRDefault="00E53E12" w:rsidP="000B1C87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постановления «О внесении изменений в постановление Администрации Шегарского района от 02.03.2016г № 126 «Об утверждении положений о предоставлении субсидий сельскохозяйственным товаропроизводителям из бюджета муниципального образования «Шегарский район» </w:t>
      </w:r>
      <w:r w:rsidRPr="00272D00">
        <w:rPr>
          <w:rFonts w:ascii="Times New Roman" w:hAnsi="Times New Roman" w:cs="Times New Roman"/>
          <w:sz w:val="24"/>
          <w:szCs w:val="24"/>
        </w:rPr>
        <w:t xml:space="preserve">подготовлен в целях </w:t>
      </w:r>
      <w:r>
        <w:rPr>
          <w:rFonts w:ascii="Times New Roman" w:hAnsi="Times New Roman" w:cs="Times New Roman"/>
          <w:sz w:val="24"/>
          <w:szCs w:val="24"/>
        </w:rPr>
        <w:t>совершенствования нормативного правового акта.</w:t>
      </w:r>
    </w:p>
    <w:p w:rsidR="00E53E12" w:rsidRDefault="00E53E12" w:rsidP="000B1C87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6E5">
        <w:rPr>
          <w:rFonts w:ascii="Times New Roman" w:hAnsi="Times New Roman" w:cs="Times New Roman"/>
          <w:sz w:val="24"/>
          <w:szCs w:val="24"/>
        </w:rPr>
        <w:t>В целях приведения нормативного правового акта в соответствие с постановлением Администрации Томской области от 08.02.2016 № 36а  «Об утверждении положений о предоставлении бюджетных средств на государственную поддержку сельскохозяйственного производства в Томской области» пункт 3 постано</w:t>
      </w:r>
      <w:r>
        <w:rPr>
          <w:rFonts w:ascii="Times New Roman" w:hAnsi="Times New Roman" w:cs="Times New Roman"/>
          <w:sz w:val="24"/>
          <w:szCs w:val="24"/>
        </w:rPr>
        <w:t>вления Администрации Шегарского</w:t>
      </w:r>
      <w:r w:rsidRPr="00E936E5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0E1419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«О внесении изменений в постановление Администрации Шегарского района от 02.03.2016г № 126 «Об утверждении положений о предоставлении субсидий сельскохозяйственным товаропроизводителям из бюджета муниципального образования «Шегарский район» </w:t>
      </w:r>
      <w:r w:rsidRPr="00E936E5">
        <w:rPr>
          <w:rFonts w:ascii="Times New Roman" w:hAnsi="Times New Roman" w:cs="Times New Roman"/>
          <w:sz w:val="24"/>
          <w:szCs w:val="24"/>
        </w:rPr>
        <w:t>дополнен новым требованием, предусматривающим  отсутствие у получателя субсидии просроченной задолженности перед областным бюджетом</w:t>
      </w:r>
      <w:r>
        <w:rPr>
          <w:rFonts w:ascii="Times New Roman" w:hAnsi="Times New Roman" w:cs="Times New Roman"/>
          <w:sz w:val="24"/>
          <w:szCs w:val="24"/>
        </w:rPr>
        <w:t xml:space="preserve"> по состоянию на первое число месяца, предшествующего месяцу, в котором планируется заключение соглашения.</w:t>
      </w:r>
    </w:p>
    <w:p w:rsidR="00E53E12" w:rsidRDefault="00E53E12" w:rsidP="000B1C87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Проектом изменяется положение </w:t>
      </w:r>
      <w:r w:rsidRPr="00354A74">
        <w:rPr>
          <w:rFonts w:ascii="Times New Roman" w:hAnsi="Times New Roman" w:cs="Times New Roman"/>
          <w:sz w:val="24"/>
          <w:szCs w:val="24"/>
        </w:rPr>
        <w:t>о предоставлении субсидий на 1 килограмм реализованного и (или) отгруженного на собственную переработку молока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207B">
        <w:rPr>
          <w:rFonts w:ascii="Times New Roman" w:hAnsi="Times New Roman" w:cs="Times New Roman"/>
          <w:sz w:val="24"/>
          <w:szCs w:val="24"/>
        </w:rPr>
        <w:t>изменен</w:t>
      </w:r>
      <w:r>
        <w:rPr>
          <w:rFonts w:ascii="Times New Roman" w:hAnsi="Times New Roman" w:cs="Times New Roman"/>
          <w:sz w:val="24"/>
          <w:szCs w:val="24"/>
        </w:rPr>
        <w:t>ием</w:t>
      </w:r>
      <w:r w:rsidRPr="00A3207B">
        <w:rPr>
          <w:rFonts w:ascii="Times New Roman" w:hAnsi="Times New Roman" w:cs="Times New Roman"/>
          <w:sz w:val="24"/>
          <w:szCs w:val="24"/>
        </w:rPr>
        <w:t xml:space="preserve"> и дополнен</w:t>
      </w:r>
      <w:r>
        <w:rPr>
          <w:rFonts w:ascii="Times New Roman" w:hAnsi="Times New Roman" w:cs="Times New Roman"/>
          <w:sz w:val="24"/>
          <w:szCs w:val="24"/>
        </w:rPr>
        <w:t>ием</w:t>
      </w:r>
      <w:r w:rsidRPr="00A3207B">
        <w:rPr>
          <w:rFonts w:ascii="Times New Roman" w:hAnsi="Times New Roman" w:cs="Times New Roman"/>
          <w:sz w:val="24"/>
          <w:szCs w:val="24"/>
        </w:rPr>
        <w:t xml:space="preserve"> услови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A3207B">
        <w:rPr>
          <w:rFonts w:ascii="Times New Roman" w:hAnsi="Times New Roman" w:cs="Times New Roman"/>
          <w:sz w:val="24"/>
          <w:szCs w:val="24"/>
        </w:rPr>
        <w:t xml:space="preserve"> предоставления субсидий с целью повышения производственных показателей в молочном скотоводстве.</w:t>
      </w:r>
    </w:p>
    <w:p w:rsidR="00E53E12" w:rsidRPr="00AC2D7A" w:rsidRDefault="00E53E12" w:rsidP="00AB2F6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2D7A">
        <w:rPr>
          <w:rFonts w:ascii="Times New Roman" w:hAnsi="Times New Roman" w:cs="Times New Roman"/>
          <w:sz w:val="24"/>
          <w:szCs w:val="24"/>
        </w:rPr>
        <w:t>При распределении субсидий на повышение молочной продуктивность коров (поддержка на 1 кг молока) хозяйства должны будут обеспечить не менее 78 телят на 100 голов (в прошлом году - 75), кроме того, повышающие коэффициенты будут получать хозяйства с продуктивностью не менее 5 тысяч литров молока на корову (в прошлом году - не менее 4 тысячи литров).</w:t>
      </w:r>
    </w:p>
    <w:p w:rsidR="00E53E12" w:rsidRPr="00AC2D7A" w:rsidRDefault="00E53E12" w:rsidP="00AB2F6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2D7A">
        <w:rPr>
          <w:rFonts w:ascii="Times New Roman" w:hAnsi="Times New Roman" w:cs="Times New Roman"/>
          <w:sz w:val="24"/>
          <w:szCs w:val="24"/>
        </w:rPr>
        <w:t>Предоставление субсидии будет осуществляться  на основании соглашения о предоставлении субсидии (далее – соглашение), заключаемого между уполномоченным органом и получателями субсидии, содержащие производственные показатели, которые сельхозтоваропроизводитель обязуется выполнить к концу 2017 года.</w:t>
      </w:r>
    </w:p>
    <w:p w:rsidR="00E53E12" w:rsidRDefault="00E53E12" w:rsidP="000B1C87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2D7A">
        <w:rPr>
          <w:rFonts w:ascii="Times New Roman" w:hAnsi="Times New Roman" w:cs="Times New Roman"/>
          <w:sz w:val="24"/>
          <w:szCs w:val="24"/>
        </w:rPr>
        <w:t>В случае если получателем субсидии по состоянию на дату окончания срока использования субсидии не достигнуты показатели результативности использования субсидий, объем средств будет подлежать возврату в местный бюджет в установленные настоящим пунктом сроки.</w:t>
      </w:r>
    </w:p>
    <w:p w:rsidR="00E53E12" w:rsidRDefault="00E53E12" w:rsidP="000B1C87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E53E12" w:rsidSect="001B2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7391"/>
    <w:rsid w:val="0000436C"/>
    <w:rsid w:val="00010154"/>
    <w:rsid w:val="000873C0"/>
    <w:rsid w:val="000A29EA"/>
    <w:rsid w:val="000A3FD1"/>
    <w:rsid w:val="000B1C87"/>
    <w:rsid w:val="000E1419"/>
    <w:rsid w:val="000E6E07"/>
    <w:rsid w:val="00120494"/>
    <w:rsid w:val="001244CC"/>
    <w:rsid w:val="001634D7"/>
    <w:rsid w:val="001A7BAB"/>
    <w:rsid w:val="001B279C"/>
    <w:rsid w:val="001F4676"/>
    <w:rsid w:val="00223E89"/>
    <w:rsid w:val="0022651F"/>
    <w:rsid w:val="00271AE9"/>
    <w:rsid w:val="00272D00"/>
    <w:rsid w:val="002E6B8F"/>
    <w:rsid w:val="002F6E0A"/>
    <w:rsid w:val="00354A74"/>
    <w:rsid w:val="003802D1"/>
    <w:rsid w:val="003B14BB"/>
    <w:rsid w:val="003C4CBA"/>
    <w:rsid w:val="003C4FDA"/>
    <w:rsid w:val="00432241"/>
    <w:rsid w:val="0044525B"/>
    <w:rsid w:val="004533A1"/>
    <w:rsid w:val="004B7AC1"/>
    <w:rsid w:val="004E138C"/>
    <w:rsid w:val="00510859"/>
    <w:rsid w:val="00525D58"/>
    <w:rsid w:val="00526E8A"/>
    <w:rsid w:val="0057691D"/>
    <w:rsid w:val="00627391"/>
    <w:rsid w:val="00630A38"/>
    <w:rsid w:val="00643062"/>
    <w:rsid w:val="0065112E"/>
    <w:rsid w:val="00685C11"/>
    <w:rsid w:val="007B0126"/>
    <w:rsid w:val="007E0763"/>
    <w:rsid w:val="00886C21"/>
    <w:rsid w:val="00892B61"/>
    <w:rsid w:val="008F1A83"/>
    <w:rsid w:val="00904A4E"/>
    <w:rsid w:val="009161EF"/>
    <w:rsid w:val="00933AC6"/>
    <w:rsid w:val="00934A95"/>
    <w:rsid w:val="0094468C"/>
    <w:rsid w:val="009959FA"/>
    <w:rsid w:val="009B0303"/>
    <w:rsid w:val="009B1343"/>
    <w:rsid w:val="009F112F"/>
    <w:rsid w:val="009F3490"/>
    <w:rsid w:val="00A16EFC"/>
    <w:rsid w:val="00A243D8"/>
    <w:rsid w:val="00A3207B"/>
    <w:rsid w:val="00A458E7"/>
    <w:rsid w:val="00A53F88"/>
    <w:rsid w:val="00AB2F61"/>
    <w:rsid w:val="00AB349F"/>
    <w:rsid w:val="00AC2D7A"/>
    <w:rsid w:val="00AF407A"/>
    <w:rsid w:val="00AF72EC"/>
    <w:rsid w:val="00CD2450"/>
    <w:rsid w:val="00D02268"/>
    <w:rsid w:val="00D31C68"/>
    <w:rsid w:val="00DA72B1"/>
    <w:rsid w:val="00E02510"/>
    <w:rsid w:val="00E53E12"/>
    <w:rsid w:val="00E7608B"/>
    <w:rsid w:val="00E936E5"/>
    <w:rsid w:val="00ED6EAE"/>
    <w:rsid w:val="00F15F11"/>
    <w:rsid w:val="00F612D2"/>
    <w:rsid w:val="00F90FA3"/>
    <w:rsid w:val="00F96616"/>
    <w:rsid w:val="00FA2E99"/>
    <w:rsid w:val="00FA4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79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86C21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886C21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388</Words>
  <Characters>2215</Characters>
  <Application>Microsoft Office Outlook</Application>
  <DocSecurity>0</DocSecurity>
  <Lines>0</Lines>
  <Paragraphs>0</Paragraphs>
  <ScaleCrop>false</ScaleCrop>
  <Company>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Шарыгина </dc:creator>
  <cp:keywords/>
  <dc:description/>
  <cp:lastModifiedBy>Саушкина</cp:lastModifiedBy>
  <cp:revision>2</cp:revision>
  <cp:lastPrinted>2017-02-16T08:14:00Z</cp:lastPrinted>
  <dcterms:created xsi:type="dcterms:W3CDTF">2017-12-07T05:37:00Z</dcterms:created>
  <dcterms:modified xsi:type="dcterms:W3CDTF">2017-12-07T05:37:00Z</dcterms:modified>
</cp:coreProperties>
</file>