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32" w:rsidRDefault="00B91332" w:rsidP="00C908E6">
      <w:pPr>
        <w:rPr>
          <w:b/>
          <w:bCs/>
          <w:color w:val="FFFFFF"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3pt;margin-top:-54pt;width:117pt;height:27pt;z-index:251658240" strokecolor="white">
            <v:textbox style="mso-next-textbox:#_x0000_s1026">
              <w:txbxContent>
                <w:p w:rsidR="00B91332" w:rsidRPr="00C77C59" w:rsidRDefault="00B91332" w:rsidP="00C77C59"/>
              </w:txbxContent>
            </v:textbox>
          </v:shape>
        </w:pict>
      </w:r>
      <w:r>
        <w:t xml:space="preserve">                                                                  </w:t>
      </w:r>
      <w:r w:rsidRPr="004C741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pt;height:71.25pt;visibility:visible">
            <v:imagedata r:id="rId5" o:title=""/>
          </v:shape>
        </w:pict>
      </w:r>
      <w:r>
        <w:t xml:space="preserve">                                                       </w:t>
      </w:r>
    </w:p>
    <w:p w:rsidR="00B91332" w:rsidRDefault="00B91332">
      <w:pPr>
        <w:jc w:val="both"/>
        <w:rPr>
          <w:b/>
          <w:bCs/>
        </w:rPr>
      </w:pPr>
    </w:p>
    <w:p w:rsidR="00B91332" w:rsidRDefault="00B91332">
      <w:pPr>
        <w:pStyle w:val="Heading1"/>
        <w:jc w:val="center"/>
        <w:rPr>
          <w:b/>
          <w:bCs/>
        </w:rPr>
      </w:pPr>
      <w:r>
        <w:rPr>
          <w:b/>
          <w:bCs/>
        </w:rPr>
        <w:t>Дума Шегарского района</w:t>
      </w:r>
    </w:p>
    <w:p w:rsidR="00B91332" w:rsidRDefault="00B9133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Томской области</w:t>
      </w:r>
    </w:p>
    <w:p w:rsidR="00B91332" w:rsidRDefault="00B91332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Р Е Ш Е Н И Е</w:t>
      </w:r>
    </w:p>
    <w:p w:rsidR="00B91332" w:rsidRDefault="00B91332">
      <w:pPr>
        <w:jc w:val="both"/>
      </w:pPr>
      <w:r>
        <w:rPr>
          <w:b/>
          <w:bCs/>
          <w:sz w:val="28"/>
          <w:szCs w:val="28"/>
        </w:rPr>
        <w:t xml:space="preserve">                                             </w:t>
      </w:r>
    </w:p>
    <w:p w:rsidR="00B91332" w:rsidRPr="007B7EAC" w:rsidRDefault="00B913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20 августа</w:t>
      </w:r>
      <w:r w:rsidRPr="007B7EAC">
        <w:rPr>
          <w:sz w:val="28"/>
          <w:szCs w:val="28"/>
        </w:rPr>
        <w:t xml:space="preserve">  2019 г.</w:t>
      </w:r>
      <w:r>
        <w:rPr>
          <w:sz w:val="28"/>
          <w:szCs w:val="28"/>
        </w:rPr>
        <w:t xml:space="preserve">          </w:t>
      </w:r>
      <w:r w:rsidRPr="007B7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B7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B7EAC">
        <w:rPr>
          <w:sz w:val="28"/>
          <w:szCs w:val="28"/>
        </w:rPr>
        <w:t xml:space="preserve"> с. Мельниково      </w:t>
      </w:r>
      <w:r>
        <w:rPr>
          <w:sz w:val="28"/>
          <w:szCs w:val="28"/>
        </w:rPr>
        <w:t xml:space="preserve">                              </w:t>
      </w:r>
      <w:r w:rsidRPr="007B7EAC">
        <w:rPr>
          <w:sz w:val="28"/>
          <w:szCs w:val="28"/>
        </w:rPr>
        <w:t xml:space="preserve">  № </w:t>
      </w:r>
      <w:r>
        <w:rPr>
          <w:sz w:val="28"/>
          <w:szCs w:val="28"/>
        </w:rPr>
        <w:t>395</w:t>
      </w:r>
      <w:r w:rsidRPr="007B7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91332" w:rsidRPr="007B7EAC" w:rsidRDefault="00B91332">
      <w:pPr>
        <w:rPr>
          <w:sz w:val="28"/>
          <w:szCs w:val="28"/>
        </w:rPr>
      </w:pPr>
      <w:r w:rsidRPr="007B7EAC">
        <w:rPr>
          <w:sz w:val="28"/>
          <w:szCs w:val="28"/>
        </w:rPr>
        <w:t xml:space="preserve"> </w:t>
      </w:r>
    </w:p>
    <w:p w:rsidR="00B91332" w:rsidRPr="007B7EAC" w:rsidRDefault="00B91332" w:rsidP="00481AF3">
      <w:pPr>
        <w:jc w:val="center"/>
        <w:rPr>
          <w:sz w:val="28"/>
          <w:szCs w:val="28"/>
        </w:rPr>
      </w:pPr>
    </w:p>
    <w:p w:rsidR="00B91332" w:rsidRPr="009D7206" w:rsidRDefault="00B91332" w:rsidP="009D7206">
      <w:pPr>
        <w:shd w:val="clear" w:color="auto" w:fill="FFFFFF"/>
        <w:ind w:right="5"/>
        <w:jc w:val="center"/>
        <w:rPr>
          <w:sz w:val="28"/>
          <w:szCs w:val="28"/>
        </w:rPr>
      </w:pPr>
      <w:r w:rsidRPr="009D7206">
        <w:rPr>
          <w:sz w:val="28"/>
          <w:szCs w:val="28"/>
        </w:rPr>
        <w:t xml:space="preserve"> Об утверждении Положения о порядке проведения конкурса по отбору кандидатур на должность Главы Шегарского района</w:t>
      </w:r>
    </w:p>
    <w:p w:rsidR="00B91332" w:rsidRPr="009D7206" w:rsidRDefault="00B91332" w:rsidP="009D7206">
      <w:pPr>
        <w:shd w:val="clear" w:color="auto" w:fill="FFFFFF"/>
        <w:ind w:right="5"/>
        <w:jc w:val="both"/>
        <w:rPr>
          <w:sz w:val="28"/>
          <w:szCs w:val="28"/>
        </w:rPr>
      </w:pPr>
    </w:p>
    <w:p w:rsidR="00B91332" w:rsidRPr="009D7206" w:rsidRDefault="00B91332" w:rsidP="009D7206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9D7206">
        <w:rPr>
          <w:sz w:val="28"/>
          <w:szCs w:val="28"/>
        </w:rPr>
        <w:t xml:space="preserve"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Законом Томской области от 17 ноября 2014 года № 151-ОЗ «Об отдельных вопросах формирования органов местного самоуправления муниципальных образований Томской области», </w:t>
      </w:r>
    </w:p>
    <w:p w:rsidR="00B91332" w:rsidRPr="009D7206" w:rsidRDefault="00B91332" w:rsidP="009D7206">
      <w:pPr>
        <w:jc w:val="center"/>
        <w:rPr>
          <w:b/>
          <w:bCs/>
          <w:sz w:val="28"/>
          <w:szCs w:val="28"/>
        </w:rPr>
      </w:pPr>
    </w:p>
    <w:p w:rsidR="00B91332" w:rsidRPr="009D7206" w:rsidRDefault="00B91332" w:rsidP="009D7206">
      <w:pPr>
        <w:jc w:val="center"/>
        <w:rPr>
          <w:b/>
          <w:bCs/>
          <w:sz w:val="28"/>
          <w:szCs w:val="28"/>
        </w:rPr>
      </w:pPr>
      <w:r w:rsidRPr="009D7206">
        <w:rPr>
          <w:b/>
          <w:bCs/>
          <w:sz w:val="28"/>
          <w:szCs w:val="28"/>
        </w:rPr>
        <w:t>Дума Шегарского района решила:</w:t>
      </w:r>
    </w:p>
    <w:p w:rsidR="00B91332" w:rsidRPr="009D7206" w:rsidRDefault="00B91332" w:rsidP="009D7206">
      <w:pPr>
        <w:jc w:val="center"/>
        <w:rPr>
          <w:b/>
          <w:bCs/>
          <w:sz w:val="28"/>
          <w:szCs w:val="28"/>
        </w:rPr>
      </w:pPr>
    </w:p>
    <w:p w:rsidR="00B91332" w:rsidRPr="009D7206" w:rsidRDefault="00B91332" w:rsidP="009D7206">
      <w:pPr>
        <w:shd w:val="clear" w:color="auto" w:fill="FFFFFF"/>
        <w:tabs>
          <w:tab w:val="left" w:pos="1022"/>
        </w:tabs>
        <w:ind w:firstLine="706"/>
        <w:jc w:val="both"/>
        <w:rPr>
          <w:sz w:val="28"/>
          <w:szCs w:val="28"/>
        </w:rPr>
      </w:pPr>
      <w:r w:rsidRPr="009D7206">
        <w:rPr>
          <w:sz w:val="28"/>
          <w:szCs w:val="28"/>
        </w:rPr>
        <w:t>1.</w:t>
      </w:r>
      <w:r w:rsidRPr="009D7206">
        <w:rPr>
          <w:sz w:val="28"/>
          <w:szCs w:val="28"/>
        </w:rPr>
        <w:tab/>
        <w:t>Утвердить прилагаемое Положение о порядке проведения конкурса по отбору кандидатур на должность Главы Шегарского района.</w:t>
      </w:r>
    </w:p>
    <w:p w:rsidR="00B91332" w:rsidRPr="009D7206" w:rsidRDefault="00B91332" w:rsidP="009D7206">
      <w:pPr>
        <w:shd w:val="clear" w:color="auto" w:fill="FFFFFF"/>
        <w:tabs>
          <w:tab w:val="left" w:pos="1022"/>
        </w:tabs>
        <w:ind w:firstLine="706"/>
        <w:jc w:val="both"/>
        <w:rPr>
          <w:sz w:val="28"/>
          <w:szCs w:val="28"/>
        </w:rPr>
      </w:pPr>
      <w:r w:rsidRPr="009D7206">
        <w:rPr>
          <w:sz w:val="28"/>
          <w:szCs w:val="28"/>
        </w:rPr>
        <w:t>2.</w:t>
      </w:r>
      <w:r w:rsidRPr="009D7206">
        <w:rPr>
          <w:sz w:val="28"/>
          <w:szCs w:val="28"/>
        </w:rPr>
        <w:tab/>
        <w:t>Установить, что в случае</w:t>
      </w:r>
      <w:r>
        <w:rPr>
          <w:sz w:val="28"/>
          <w:szCs w:val="28"/>
        </w:rPr>
        <w:t>,</w:t>
      </w:r>
      <w:r w:rsidRPr="009D7206">
        <w:rPr>
          <w:sz w:val="28"/>
          <w:szCs w:val="28"/>
        </w:rPr>
        <w:t xml:space="preserve"> если Глава Шегарского района избран на муниципальных выборах до дня вступления в силу Закона Томской области от 29 декабря 2018 года № 169-ОЗ «О внесении изменений в статью 2 Закона Томской области «Об отдельных вопросах формирования органов местного самоуправления муниципальных образований Томской области», решение о проведении конкурса принимается Думой Шегарского района в течение 30 календарных дней со дня истечения срока полномочий Главы Шегарского района.</w:t>
      </w:r>
    </w:p>
    <w:p w:rsidR="00B91332" w:rsidRPr="009D7206" w:rsidRDefault="00B91332" w:rsidP="009D7206">
      <w:pPr>
        <w:shd w:val="clear" w:color="auto" w:fill="FFFFFF"/>
        <w:tabs>
          <w:tab w:val="left" w:pos="1022"/>
        </w:tabs>
        <w:ind w:firstLine="706"/>
        <w:jc w:val="both"/>
        <w:rPr>
          <w:sz w:val="28"/>
          <w:szCs w:val="28"/>
        </w:rPr>
      </w:pPr>
      <w:r w:rsidRPr="009D7206">
        <w:rPr>
          <w:sz w:val="28"/>
          <w:szCs w:val="28"/>
        </w:rPr>
        <w:t>3. Опубликовать настоящее решение в районной газете «Шегарский вестник» и разместить на официальном сайте органов местного самоуправления Шегарского района.</w:t>
      </w:r>
    </w:p>
    <w:p w:rsidR="00B91332" w:rsidRPr="009D7206" w:rsidRDefault="00B91332" w:rsidP="009D7206">
      <w:pPr>
        <w:ind w:firstLine="720"/>
        <w:jc w:val="both"/>
        <w:rPr>
          <w:sz w:val="28"/>
          <w:szCs w:val="28"/>
        </w:rPr>
      </w:pPr>
      <w:r w:rsidRPr="009D7206">
        <w:rPr>
          <w:sz w:val="28"/>
          <w:szCs w:val="28"/>
        </w:rPr>
        <w:t>4. Настоящее решение вступает в силу со дня его официального опубликования</w:t>
      </w:r>
    </w:p>
    <w:p w:rsidR="00B91332" w:rsidRPr="009D7206" w:rsidRDefault="00B91332" w:rsidP="009D7206">
      <w:pPr>
        <w:jc w:val="both"/>
        <w:rPr>
          <w:b/>
          <w:bCs/>
          <w:sz w:val="28"/>
          <w:szCs w:val="28"/>
        </w:rPr>
      </w:pPr>
    </w:p>
    <w:p w:rsidR="00B91332" w:rsidRDefault="00B91332" w:rsidP="009D7206">
      <w:pPr>
        <w:pStyle w:val="BodyTextIndent"/>
        <w:ind w:firstLine="0"/>
        <w:jc w:val="left"/>
        <w:rPr>
          <w:sz w:val="26"/>
          <w:szCs w:val="26"/>
        </w:rPr>
      </w:pPr>
      <w:r w:rsidRPr="007B7EAC">
        <w:rPr>
          <w:sz w:val="28"/>
          <w:szCs w:val="28"/>
        </w:rPr>
        <w:t xml:space="preserve">Председатель Думы Шегарского района </w:t>
      </w:r>
      <w:r w:rsidRPr="007B7EAC">
        <w:rPr>
          <w:sz w:val="28"/>
          <w:szCs w:val="28"/>
        </w:rPr>
        <w:tab/>
      </w:r>
      <w:r w:rsidRPr="007B7EAC">
        <w:rPr>
          <w:sz w:val="28"/>
          <w:szCs w:val="28"/>
        </w:rPr>
        <w:tab/>
      </w:r>
      <w:r w:rsidRPr="007B7EAC">
        <w:rPr>
          <w:sz w:val="28"/>
          <w:szCs w:val="28"/>
        </w:rPr>
        <w:tab/>
      </w:r>
      <w:r w:rsidRPr="007B7EAC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B7EAC">
        <w:rPr>
          <w:sz w:val="28"/>
          <w:szCs w:val="28"/>
        </w:rPr>
        <w:t xml:space="preserve">   Л. И. Нистерюк</w:t>
      </w:r>
      <w:r>
        <w:rPr>
          <w:sz w:val="26"/>
          <w:szCs w:val="26"/>
        </w:rPr>
        <w:t xml:space="preserve"> </w:t>
      </w:r>
    </w:p>
    <w:p w:rsidR="00B91332" w:rsidRDefault="00B91332" w:rsidP="009D7206">
      <w:pPr>
        <w:pStyle w:val="BodyTextIndent"/>
        <w:ind w:firstLine="0"/>
        <w:jc w:val="left"/>
        <w:rPr>
          <w:sz w:val="26"/>
          <w:szCs w:val="26"/>
        </w:rPr>
      </w:pPr>
    </w:p>
    <w:p w:rsidR="00B91332" w:rsidRPr="00A27736" w:rsidRDefault="00B91332" w:rsidP="009D7206">
      <w:pPr>
        <w:pStyle w:val="BodyTextIndent"/>
        <w:ind w:firstLine="0"/>
        <w:jc w:val="left"/>
        <w:rPr>
          <w:sz w:val="28"/>
          <w:szCs w:val="28"/>
        </w:rPr>
      </w:pPr>
      <w:r w:rsidRPr="00A27736">
        <w:rPr>
          <w:sz w:val="28"/>
          <w:szCs w:val="28"/>
        </w:rPr>
        <w:t>Временно исполняющий обязанности</w:t>
      </w:r>
    </w:p>
    <w:p w:rsidR="00B91332" w:rsidRPr="00A27736" w:rsidRDefault="00B91332" w:rsidP="009D7206">
      <w:pPr>
        <w:pStyle w:val="BodyTextIndent"/>
        <w:ind w:firstLine="0"/>
        <w:jc w:val="left"/>
        <w:rPr>
          <w:color w:val="FF0000"/>
          <w:sz w:val="28"/>
          <w:szCs w:val="28"/>
        </w:rPr>
      </w:pPr>
      <w:r w:rsidRPr="00A27736">
        <w:rPr>
          <w:sz w:val="28"/>
          <w:szCs w:val="28"/>
        </w:rPr>
        <w:t>Главы Шегарского района – первый заместитель</w:t>
      </w:r>
      <w:r>
        <w:rPr>
          <w:sz w:val="28"/>
          <w:szCs w:val="28"/>
        </w:rPr>
        <w:t xml:space="preserve">                      </w:t>
      </w:r>
      <w:r w:rsidRPr="00A27736">
        <w:rPr>
          <w:sz w:val="28"/>
          <w:szCs w:val="28"/>
        </w:rPr>
        <w:t xml:space="preserve">  Е.Б. Богданов</w:t>
      </w:r>
    </w:p>
    <w:sectPr w:rsidR="00B91332" w:rsidRPr="00A27736" w:rsidSect="00CA435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84372"/>
    <w:multiLevelType w:val="hybridMultilevel"/>
    <w:tmpl w:val="A13E4928"/>
    <w:lvl w:ilvl="0" w:tplc="FB06B9D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08008F6"/>
    <w:multiLevelType w:val="hybridMultilevel"/>
    <w:tmpl w:val="318AE7E4"/>
    <w:lvl w:ilvl="0" w:tplc="EA64C30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EAA6E96"/>
    <w:multiLevelType w:val="hybridMultilevel"/>
    <w:tmpl w:val="2A648876"/>
    <w:lvl w:ilvl="0" w:tplc="41A6CC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F48"/>
    <w:rsid w:val="0007464B"/>
    <w:rsid w:val="000749F2"/>
    <w:rsid w:val="00081326"/>
    <w:rsid w:val="00096395"/>
    <w:rsid w:val="000A54CA"/>
    <w:rsid w:val="000A62D1"/>
    <w:rsid w:val="000A700E"/>
    <w:rsid w:val="000C6B0D"/>
    <w:rsid w:val="001342E9"/>
    <w:rsid w:val="0014767C"/>
    <w:rsid w:val="00190B6A"/>
    <w:rsid w:val="00193C27"/>
    <w:rsid w:val="001C2E7A"/>
    <w:rsid w:val="001F1B2D"/>
    <w:rsid w:val="0022038F"/>
    <w:rsid w:val="00251C73"/>
    <w:rsid w:val="002F0C74"/>
    <w:rsid w:val="00332021"/>
    <w:rsid w:val="0035710F"/>
    <w:rsid w:val="00357496"/>
    <w:rsid w:val="00395B65"/>
    <w:rsid w:val="003C7C44"/>
    <w:rsid w:val="003E7F1D"/>
    <w:rsid w:val="00466F3E"/>
    <w:rsid w:val="00481AF3"/>
    <w:rsid w:val="004879C7"/>
    <w:rsid w:val="004A6226"/>
    <w:rsid w:val="004B1099"/>
    <w:rsid w:val="004C7413"/>
    <w:rsid w:val="004F130C"/>
    <w:rsid w:val="00505A5E"/>
    <w:rsid w:val="00516F8E"/>
    <w:rsid w:val="00557430"/>
    <w:rsid w:val="00576DA2"/>
    <w:rsid w:val="005C66CA"/>
    <w:rsid w:val="005E12A7"/>
    <w:rsid w:val="00620BBB"/>
    <w:rsid w:val="00623976"/>
    <w:rsid w:val="006572F4"/>
    <w:rsid w:val="00667CFB"/>
    <w:rsid w:val="006742A2"/>
    <w:rsid w:val="006745FC"/>
    <w:rsid w:val="00677FE5"/>
    <w:rsid w:val="00682C69"/>
    <w:rsid w:val="0069501E"/>
    <w:rsid w:val="006B42C0"/>
    <w:rsid w:val="006C29B6"/>
    <w:rsid w:val="006C2B9D"/>
    <w:rsid w:val="006E1341"/>
    <w:rsid w:val="00717BA2"/>
    <w:rsid w:val="00770C3D"/>
    <w:rsid w:val="00780D15"/>
    <w:rsid w:val="007B7EAC"/>
    <w:rsid w:val="007F0B22"/>
    <w:rsid w:val="007F3C5F"/>
    <w:rsid w:val="007F3CBD"/>
    <w:rsid w:val="00806653"/>
    <w:rsid w:val="0085046E"/>
    <w:rsid w:val="00854542"/>
    <w:rsid w:val="00860612"/>
    <w:rsid w:val="008758DB"/>
    <w:rsid w:val="008960B2"/>
    <w:rsid w:val="008A5551"/>
    <w:rsid w:val="008E5AD9"/>
    <w:rsid w:val="00901449"/>
    <w:rsid w:val="00944627"/>
    <w:rsid w:val="009452D5"/>
    <w:rsid w:val="009C575D"/>
    <w:rsid w:val="009D7206"/>
    <w:rsid w:val="009E7CB5"/>
    <w:rsid w:val="00A00D45"/>
    <w:rsid w:val="00A023E8"/>
    <w:rsid w:val="00A111BD"/>
    <w:rsid w:val="00A27736"/>
    <w:rsid w:val="00A31E56"/>
    <w:rsid w:val="00A35EE1"/>
    <w:rsid w:val="00A902E7"/>
    <w:rsid w:val="00AC1E32"/>
    <w:rsid w:val="00B02388"/>
    <w:rsid w:val="00B02F48"/>
    <w:rsid w:val="00B91332"/>
    <w:rsid w:val="00BC0134"/>
    <w:rsid w:val="00BC0D1D"/>
    <w:rsid w:val="00C1606B"/>
    <w:rsid w:val="00C77C59"/>
    <w:rsid w:val="00C908E6"/>
    <w:rsid w:val="00CA0079"/>
    <w:rsid w:val="00CA435C"/>
    <w:rsid w:val="00CC2043"/>
    <w:rsid w:val="00CE0A79"/>
    <w:rsid w:val="00CE1370"/>
    <w:rsid w:val="00D34B39"/>
    <w:rsid w:val="00D36B69"/>
    <w:rsid w:val="00D531C0"/>
    <w:rsid w:val="00D53F47"/>
    <w:rsid w:val="00D602E5"/>
    <w:rsid w:val="00D86922"/>
    <w:rsid w:val="00DA7251"/>
    <w:rsid w:val="00DB4C45"/>
    <w:rsid w:val="00E1695B"/>
    <w:rsid w:val="00E21F4E"/>
    <w:rsid w:val="00E3008B"/>
    <w:rsid w:val="00E43379"/>
    <w:rsid w:val="00E44019"/>
    <w:rsid w:val="00E86399"/>
    <w:rsid w:val="00EA69AF"/>
    <w:rsid w:val="00EB0E7A"/>
    <w:rsid w:val="00EC4028"/>
    <w:rsid w:val="00F15C90"/>
    <w:rsid w:val="00FC6EFF"/>
    <w:rsid w:val="00FE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66CA"/>
    <w:pPr>
      <w:keepNext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66CA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66CA"/>
    <w:pPr>
      <w:keepNext/>
      <w:ind w:firstLine="567"/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5FE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5FE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5FE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9E7CB5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5FE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C20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FE4"/>
    <w:rPr>
      <w:sz w:val="0"/>
      <w:szCs w:val="0"/>
    </w:rPr>
  </w:style>
  <w:style w:type="paragraph" w:styleId="ListParagraph">
    <w:name w:val="List Paragraph"/>
    <w:basedOn w:val="Normal"/>
    <w:uiPriority w:val="99"/>
    <w:qFormat/>
    <w:rsid w:val="00D34B3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7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273</Words>
  <Characters>1557</Characters>
  <Application>Microsoft Office Outlook</Application>
  <DocSecurity>0</DocSecurity>
  <Lines>0</Lines>
  <Paragraphs>0</Paragraphs>
  <ScaleCrop>false</ScaleCrop>
  <Company>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Чернядева</dc:creator>
  <cp:keywords/>
  <dc:description/>
  <cp:lastModifiedBy>Инга</cp:lastModifiedBy>
  <cp:revision>9</cp:revision>
  <cp:lastPrinted>2019-08-20T04:57:00Z</cp:lastPrinted>
  <dcterms:created xsi:type="dcterms:W3CDTF">2019-08-15T03:10:00Z</dcterms:created>
  <dcterms:modified xsi:type="dcterms:W3CDTF">2019-09-05T11:49:00Z</dcterms:modified>
</cp:coreProperties>
</file>